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5676D-EA53-4720-A5A6-F72C0AB594AA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